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C6A7A14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B07D35">
        <w:rPr>
          <w:rStyle w:val="Strong"/>
          <w:rFonts w:asciiTheme="minorHAnsi" w:hAnsiTheme="minorHAnsi" w:cstheme="minorHAnsi"/>
          <w:lang w:val="en-GB"/>
        </w:rPr>
        <w:t>22-G007-25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D85E1B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08C1F0EA" w:rsidR="00B0293A" w:rsidRPr="00532E97" w:rsidRDefault="00B07D3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28/08/2025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38498CE6" w:rsidR="00B0293A" w:rsidRPr="00CB6DDC" w:rsidRDefault="000833ED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0833ED">
              <w:rPr>
                <w:rFonts w:ascii="Calibri" w:hAnsi="Calibri"/>
                <w:szCs w:val="20"/>
              </w:rPr>
              <w:t>1</w:t>
            </w:r>
            <w:r w:rsidR="00B07D35">
              <w:rPr>
                <w:rFonts w:ascii="Calibri" w:hAnsi="Calibri"/>
                <w:szCs w:val="20"/>
              </w:rPr>
              <w:t>2</w:t>
            </w:r>
            <w:r w:rsidRPr="000833ED">
              <w:rPr>
                <w:rFonts w:ascii="Calibri" w:hAnsi="Calibri"/>
                <w:szCs w:val="20"/>
              </w:rPr>
              <w:t>/09/2025</w:t>
            </w:r>
            <w:r w:rsidR="00B0293A" w:rsidRPr="000833ED">
              <w:rPr>
                <w:rFonts w:ascii="Calibri" w:hAnsi="Calibri"/>
                <w:szCs w:val="20"/>
              </w:rPr>
              <w:t xml:space="preserve">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78AF24EC" w:rsidR="00B0293A" w:rsidRPr="00251A4B" w:rsidRDefault="00B07D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19/09/</w:t>
            </w:r>
            <w:r w:rsidR="000833ED">
              <w:rPr>
                <w:rFonts w:ascii="Calibri" w:hAnsi="Calibri"/>
                <w:szCs w:val="20"/>
              </w:rPr>
              <w:t>2025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404D4999" w:rsidR="00B0293A" w:rsidRPr="00CB6DDC" w:rsidRDefault="00B07D35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22/09/2025</w:t>
            </w:r>
            <w:r w:rsidR="00B0293A" w:rsidRPr="000833ED">
              <w:rPr>
                <w:rFonts w:ascii="Calibri" w:hAnsi="Calibri"/>
                <w:szCs w:val="20"/>
              </w:rPr>
              <w:t xml:space="preserve">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04CA0DB9" w:rsidR="00B0293A" w:rsidRPr="00532E97" w:rsidRDefault="00B07D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24/09/2025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7AAAFFB7" w:rsidR="00B0293A" w:rsidRPr="00532E97" w:rsidRDefault="00B07D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26/09/2025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4FF6309C" w:rsidR="00B0293A" w:rsidRPr="00532E97" w:rsidRDefault="00B07D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D7595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309BA108" w:rsidR="00B0293A" w:rsidRPr="00532E97" w:rsidRDefault="00B07D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D7595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32BE65B5" w:rsidR="00B0293A" w:rsidRPr="00532E97" w:rsidRDefault="00B07D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D7595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/10/2025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A2BB6" w14:textId="77777777" w:rsidR="00CF367F" w:rsidRDefault="00CF367F">
      <w:r>
        <w:separator/>
      </w:r>
    </w:p>
  </w:endnote>
  <w:endnote w:type="continuationSeparator" w:id="0">
    <w:p w14:paraId="06D87AF7" w14:textId="77777777" w:rsidR="00CF367F" w:rsidRDefault="00CF367F">
      <w:r>
        <w:continuationSeparator/>
      </w:r>
    </w:p>
  </w:endnote>
  <w:endnote w:type="continuationNotice" w:id="1">
    <w:p w14:paraId="16749B20" w14:textId="77777777" w:rsidR="00CF367F" w:rsidRDefault="00CF36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CE42D2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D7595">
      <w:rPr>
        <w:noProof/>
      </w:rPr>
      <w:t>2025-08-28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0B7D" w14:textId="77777777" w:rsidR="00CF367F" w:rsidRDefault="00CF367F">
      <w:r>
        <w:separator/>
      </w:r>
    </w:p>
  </w:footnote>
  <w:footnote w:type="continuationSeparator" w:id="0">
    <w:p w14:paraId="3043D5D9" w14:textId="77777777" w:rsidR="00CF367F" w:rsidRDefault="00CF367F">
      <w:r>
        <w:continuationSeparator/>
      </w:r>
    </w:p>
  </w:footnote>
  <w:footnote w:type="continuationNotice" w:id="1">
    <w:p w14:paraId="17A682DD" w14:textId="77777777" w:rsidR="00CF367F" w:rsidRDefault="00CF36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EBC1D4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532497">
    <w:abstractNumId w:val="1"/>
  </w:num>
  <w:num w:numId="2" w16cid:durableId="649208261">
    <w:abstractNumId w:val="10"/>
  </w:num>
  <w:num w:numId="3" w16cid:durableId="710039638">
    <w:abstractNumId w:val="11"/>
  </w:num>
  <w:num w:numId="4" w16cid:durableId="1937060707">
    <w:abstractNumId w:val="4"/>
  </w:num>
  <w:num w:numId="5" w16cid:durableId="2140879962">
    <w:abstractNumId w:val="3"/>
  </w:num>
  <w:num w:numId="6" w16cid:durableId="785273524">
    <w:abstractNumId w:val="7"/>
  </w:num>
  <w:num w:numId="7" w16cid:durableId="278755361">
    <w:abstractNumId w:val="5"/>
  </w:num>
  <w:num w:numId="8" w16cid:durableId="1615135913">
    <w:abstractNumId w:val="9"/>
  </w:num>
  <w:num w:numId="9" w16cid:durableId="573272721">
    <w:abstractNumId w:val="0"/>
  </w:num>
  <w:num w:numId="10" w16cid:durableId="1893617662">
    <w:abstractNumId w:val="8"/>
  </w:num>
  <w:num w:numId="11" w16cid:durableId="845439230">
    <w:abstractNumId w:val="2"/>
  </w:num>
  <w:num w:numId="12" w16cid:durableId="29433830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27E04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3ED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595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773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35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67F"/>
    <w:rsid w:val="00CF388A"/>
    <w:rsid w:val="00CF3909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2025-08-25T23:18:00Z</dcterms:created>
  <dcterms:modified xsi:type="dcterms:W3CDTF">2025-08-27T23:44:00Z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